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129" w:rsidRPr="00EA711E" w:rsidRDefault="00AA6129" w:rsidP="00EA711E">
      <w:pPr>
        <w:jc w:val="center"/>
        <w:rPr>
          <w:color w:val="FFC000"/>
          <w:sz w:val="52"/>
          <w:szCs w:val="52"/>
        </w:rPr>
      </w:pPr>
      <w:r w:rsidRPr="00EA711E">
        <w:rPr>
          <w:color w:val="FFC000"/>
          <w:sz w:val="52"/>
          <w:szCs w:val="52"/>
        </w:rPr>
        <w:t>STRICKLAND TEAM SONG!!!</w:t>
      </w:r>
    </w:p>
    <w:p w:rsidR="00AA6129" w:rsidRDefault="00AA6129" w:rsidP="00EA711E">
      <w:pPr>
        <w:rPr>
          <w:sz w:val="52"/>
          <w:szCs w:val="52"/>
        </w:rPr>
      </w:pPr>
    </w:p>
    <w:p w:rsidR="00AA6129" w:rsidRPr="00B23BB1" w:rsidRDefault="00AA6129" w:rsidP="00EA711E">
      <w:pPr>
        <w:rPr>
          <w:sz w:val="52"/>
          <w:szCs w:val="52"/>
        </w:rPr>
      </w:pPr>
      <w:r w:rsidRPr="00B23BB1">
        <w:rPr>
          <w:sz w:val="52"/>
          <w:szCs w:val="52"/>
        </w:rPr>
        <w:t>I DON’T KNOW BUT I’VE BEEN TOLD</w:t>
      </w:r>
    </w:p>
    <w:p w:rsidR="00AA6129" w:rsidRPr="00B23BB1" w:rsidRDefault="00AA6129" w:rsidP="00EA711E">
      <w:pPr>
        <w:rPr>
          <w:sz w:val="52"/>
          <w:szCs w:val="52"/>
        </w:rPr>
      </w:pPr>
      <w:r w:rsidRPr="00B23BB1">
        <w:rPr>
          <w:sz w:val="52"/>
          <w:szCs w:val="52"/>
        </w:rPr>
        <w:t>STRICKLAND IS AS GOOD AS GOLD</w:t>
      </w:r>
    </w:p>
    <w:p w:rsidR="00AA6129" w:rsidRPr="00B23BB1" w:rsidRDefault="00AA6129" w:rsidP="00EA711E">
      <w:pPr>
        <w:rPr>
          <w:sz w:val="52"/>
          <w:szCs w:val="52"/>
        </w:rPr>
      </w:pPr>
    </w:p>
    <w:p w:rsidR="00AA6129" w:rsidRPr="00B23BB1" w:rsidRDefault="00AA6129" w:rsidP="00EA711E">
      <w:pPr>
        <w:rPr>
          <w:sz w:val="52"/>
          <w:szCs w:val="52"/>
        </w:rPr>
      </w:pPr>
      <w:r w:rsidRPr="00B23BB1">
        <w:rPr>
          <w:sz w:val="52"/>
          <w:szCs w:val="52"/>
        </w:rPr>
        <w:t>SUNSHINE ON A CLOUDY DAY</w:t>
      </w:r>
    </w:p>
    <w:p w:rsidR="00AA6129" w:rsidRPr="00B23BB1" w:rsidRDefault="00AA6129" w:rsidP="00EA711E">
      <w:pPr>
        <w:rPr>
          <w:sz w:val="52"/>
          <w:szCs w:val="52"/>
        </w:rPr>
      </w:pPr>
      <w:r w:rsidRPr="00B23BB1">
        <w:rPr>
          <w:sz w:val="52"/>
          <w:szCs w:val="52"/>
        </w:rPr>
        <w:t>WE’RE THE BEST IN EVERY WAY</w:t>
      </w:r>
    </w:p>
    <w:p w:rsidR="00AA6129" w:rsidRPr="00B23BB1" w:rsidRDefault="00AA6129" w:rsidP="00EA711E">
      <w:pPr>
        <w:rPr>
          <w:sz w:val="52"/>
          <w:szCs w:val="52"/>
        </w:rPr>
      </w:pPr>
    </w:p>
    <w:p w:rsidR="00AA6129" w:rsidRDefault="00AA6129" w:rsidP="00EA711E">
      <w:pPr>
        <w:rPr>
          <w:sz w:val="52"/>
          <w:szCs w:val="52"/>
        </w:rPr>
      </w:pPr>
      <w:r>
        <w:rPr>
          <w:sz w:val="52"/>
          <w:szCs w:val="52"/>
        </w:rPr>
        <w:t>ALWAYS WORKING HARD TO SCORE</w:t>
      </w:r>
    </w:p>
    <w:p w:rsidR="00AA6129" w:rsidRPr="00B23BB1" w:rsidRDefault="00AA6129" w:rsidP="00EA711E">
      <w:pPr>
        <w:rPr>
          <w:sz w:val="52"/>
          <w:szCs w:val="52"/>
        </w:rPr>
      </w:pPr>
      <w:r w:rsidRPr="00B23BB1">
        <w:rPr>
          <w:sz w:val="52"/>
          <w:szCs w:val="52"/>
        </w:rPr>
        <w:t>DO OUR BEST SO HEAR US ROAR</w:t>
      </w:r>
    </w:p>
    <w:p w:rsidR="00AA6129" w:rsidRPr="00B23BB1" w:rsidRDefault="00AA6129" w:rsidP="00EA711E">
      <w:pPr>
        <w:rPr>
          <w:sz w:val="52"/>
          <w:szCs w:val="52"/>
        </w:rPr>
      </w:pPr>
    </w:p>
    <w:p w:rsidR="00AA6129" w:rsidRPr="00B23BB1" w:rsidRDefault="00AA6129" w:rsidP="00EA711E">
      <w:pPr>
        <w:rPr>
          <w:sz w:val="52"/>
          <w:szCs w:val="52"/>
        </w:rPr>
      </w:pPr>
      <w:r w:rsidRPr="00B23BB1">
        <w:rPr>
          <w:sz w:val="52"/>
          <w:szCs w:val="52"/>
        </w:rPr>
        <w:t>YELLOW STRICKLAND, WE HAVE PRIDE</w:t>
      </w:r>
    </w:p>
    <w:p w:rsidR="00AA6129" w:rsidRPr="00B23BB1" w:rsidRDefault="00AA6129" w:rsidP="00EA711E">
      <w:pPr>
        <w:rPr>
          <w:sz w:val="52"/>
          <w:szCs w:val="52"/>
        </w:rPr>
      </w:pPr>
      <w:r w:rsidRPr="00B23BB1">
        <w:rPr>
          <w:sz w:val="52"/>
          <w:szCs w:val="52"/>
        </w:rPr>
        <w:t>WORK TOGETHER, SIDE BY SIDE...</w:t>
      </w:r>
    </w:p>
    <w:p w:rsidR="00AA6129" w:rsidRPr="00B23BB1" w:rsidRDefault="00AA6129" w:rsidP="00EA711E">
      <w:pPr>
        <w:rPr>
          <w:sz w:val="52"/>
          <w:szCs w:val="52"/>
        </w:rPr>
      </w:pPr>
    </w:p>
    <w:p w:rsidR="00AA6129" w:rsidRDefault="00AA6129" w:rsidP="00EA711E">
      <w:pPr>
        <w:rPr>
          <w:sz w:val="52"/>
          <w:szCs w:val="52"/>
        </w:rPr>
      </w:pPr>
      <w:r w:rsidRPr="00B23BB1">
        <w:rPr>
          <w:sz w:val="52"/>
          <w:szCs w:val="52"/>
        </w:rPr>
        <w:t>SOUND OFF</w:t>
      </w:r>
    </w:p>
    <w:p w:rsidR="00AA6129" w:rsidRPr="00B23BB1" w:rsidRDefault="00AA6129" w:rsidP="00EA711E">
      <w:pPr>
        <w:rPr>
          <w:sz w:val="52"/>
          <w:szCs w:val="52"/>
        </w:rPr>
      </w:pPr>
      <w:r w:rsidRPr="00B23BB1">
        <w:rPr>
          <w:sz w:val="52"/>
          <w:szCs w:val="52"/>
        </w:rPr>
        <w:t>... 1...2</w:t>
      </w:r>
    </w:p>
    <w:p w:rsidR="00AA6129" w:rsidRDefault="00AA6129" w:rsidP="00EA711E">
      <w:pPr>
        <w:rPr>
          <w:sz w:val="52"/>
          <w:szCs w:val="52"/>
        </w:rPr>
      </w:pPr>
    </w:p>
    <w:p w:rsidR="00AA6129" w:rsidRDefault="00AA6129" w:rsidP="00EA711E">
      <w:pPr>
        <w:rPr>
          <w:sz w:val="52"/>
          <w:szCs w:val="52"/>
        </w:rPr>
      </w:pPr>
    </w:p>
    <w:p w:rsidR="00AA6129" w:rsidRDefault="00AA6129" w:rsidP="00EA711E">
      <w:pPr>
        <w:rPr>
          <w:sz w:val="52"/>
          <w:szCs w:val="52"/>
        </w:rPr>
      </w:pPr>
      <w:r>
        <w:rPr>
          <w:sz w:val="52"/>
          <w:szCs w:val="52"/>
        </w:rPr>
        <w:t>STRICKLAND</w:t>
      </w:r>
    </w:p>
    <w:p w:rsidR="00AA6129" w:rsidRPr="00B23BB1" w:rsidRDefault="00AA6129" w:rsidP="00EA711E">
      <w:pPr>
        <w:rPr>
          <w:sz w:val="52"/>
          <w:szCs w:val="52"/>
        </w:rPr>
      </w:pPr>
      <w:r>
        <w:rPr>
          <w:sz w:val="52"/>
          <w:szCs w:val="52"/>
        </w:rPr>
        <w:t>...3...4!!!</w:t>
      </w:r>
    </w:p>
    <w:p w:rsidR="00AA6129" w:rsidRDefault="00AA6129">
      <w:pPr>
        <w:rPr>
          <w:b/>
          <w:bCs/>
          <w:color w:val="00B050"/>
          <w:sz w:val="40"/>
          <w:szCs w:val="40"/>
        </w:rPr>
      </w:pPr>
      <w:r>
        <w:rPr>
          <w:b/>
          <w:bCs/>
          <w:color w:val="00B050"/>
          <w:sz w:val="40"/>
          <w:szCs w:val="40"/>
        </w:rPr>
        <w:br w:type="page"/>
      </w:r>
    </w:p>
    <w:p w:rsidR="00AA6129" w:rsidRDefault="00AA6129">
      <w:pPr>
        <w:rPr>
          <w:b/>
          <w:bCs/>
          <w:color w:val="00B050"/>
          <w:sz w:val="40"/>
          <w:szCs w:val="40"/>
        </w:rPr>
      </w:pPr>
    </w:p>
    <w:p w:rsidR="00AA6129" w:rsidRPr="00EA711E" w:rsidRDefault="00AA6129" w:rsidP="00A25A1E">
      <w:pPr>
        <w:rPr>
          <w:b/>
          <w:bCs/>
          <w:color w:val="00B050"/>
          <w:sz w:val="40"/>
          <w:szCs w:val="40"/>
        </w:rPr>
      </w:pPr>
      <w:r w:rsidRPr="00EA711E">
        <w:rPr>
          <w:b/>
          <w:bCs/>
          <w:color w:val="00B050"/>
          <w:sz w:val="40"/>
          <w:szCs w:val="40"/>
        </w:rPr>
        <w:t>Green  team:</w:t>
      </w:r>
    </w:p>
    <w:p w:rsidR="00AA6129" w:rsidRPr="00EA711E" w:rsidRDefault="00AA6129" w:rsidP="00A25A1E">
      <w:pPr>
        <w:rPr>
          <w:b/>
          <w:bCs/>
          <w:sz w:val="40"/>
          <w:szCs w:val="40"/>
        </w:rPr>
      </w:pPr>
    </w:p>
    <w:p w:rsidR="00AA6129" w:rsidRPr="00EA711E" w:rsidRDefault="00AA6129" w:rsidP="00A25A1E">
      <w:pPr>
        <w:rPr>
          <w:b/>
          <w:bCs/>
          <w:sz w:val="40"/>
          <w:szCs w:val="40"/>
        </w:rPr>
      </w:pPr>
      <w:r w:rsidRPr="00EA711E">
        <w:rPr>
          <w:b/>
          <w:bCs/>
          <w:sz w:val="40"/>
          <w:szCs w:val="40"/>
        </w:rPr>
        <w:t>We are Freeman, we are Green,</w:t>
      </w:r>
    </w:p>
    <w:p w:rsidR="00AA6129" w:rsidRPr="00EA711E" w:rsidRDefault="00AA6129" w:rsidP="00A25A1E">
      <w:pPr>
        <w:rPr>
          <w:b/>
          <w:bCs/>
          <w:sz w:val="40"/>
          <w:szCs w:val="40"/>
        </w:rPr>
      </w:pPr>
      <w:r w:rsidRPr="00EA711E">
        <w:rPr>
          <w:b/>
          <w:bCs/>
          <w:sz w:val="40"/>
          <w:szCs w:val="40"/>
        </w:rPr>
        <w:t>We work hard to support our team.</w:t>
      </w:r>
    </w:p>
    <w:p w:rsidR="00AA6129" w:rsidRPr="00EA711E" w:rsidRDefault="00AA6129" w:rsidP="00A25A1E">
      <w:pPr>
        <w:rPr>
          <w:b/>
          <w:bCs/>
          <w:sz w:val="40"/>
          <w:szCs w:val="40"/>
        </w:rPr>
      </w:pPr>
    </w:p>
    <w:p w:rsidR="00AA6129" w:rsidRPr="00EA711E" w:rsidRDefault="00AA6129" w:rsidP="00A25A1E">
      <w:pPr>
        <w:rPr>
          <w:b/>
          <w:bCs/>
          <w:sz w:val="40"/>
          <w:szCs w:val="40"/>
        </w:rPr>
      </w:pPr>
      <w:r w:rsidRPr="00EA711E">
        <w:rPr>
          <w:b/>
          <w:bCs/>
          <w:sz w:val="40"/>
          <w:szCs w:val="40"/>
        </w:rPr>
        <w:t>We will knock you off your feet</w:t>
      </w:r>
    </w:p>
    <w:p w:rsidR="00AA6129" w:rsidRPr="00EA711E" w:rsidRDefault="00AA6129" w:rsidP="00A25A1E">
      <w:pPr>
        <w:rPr>
          <w:b/>
          <w:bCs/>
          <w:sz w:val="40"/>
          <w:szCs w:val="40"/>
        </w:rPr>
      </w:pPr>
      <w:r w:rsidRPr="00EA711E">
        <w:rPr>
          <w:b/>
          <w:bCs/>
          <w:sz w:val="40"/>
          <w:szCs w:val="40"/>
        </w:rPr>
        <w:t>Watch the performance, take a seat</w:t>
      </w:r>
    </w:p>
    <w:p w:rsidR="00AA6129" w:rsidRPr="00EA711E" w:rsidRDefault="00AA6129" w:rsidP="00A25A1E">
      <w:pPr>
        <w:rPr>
          <w:b/>
          <w:bCs/>
          <w:sz w:val="40"/>
          <w:szCs w:val="40"/>
        </w:rPr>
      </w:pPr>
    </w:p>
    <w:p w:rsidR="00AA6129" w:rsidRPr="00EA711E" w:rsidRDefault="00AA6129" w:rsidP="00A25A1E">
      <w:pPr>
        <w:rPr>
          <w:b/>
          <w:bCs/>
          <w:sz w:val="40"/>
          <w:szCs w:val="40"/>
        </w:rPr>
      </w:pPr>
      <w:r w:rsidRPr="00EA711E">
        <w:rPr>
          <w:b/>
          <w:bCs/>
          <w:sz w:val="40"/>
          <w:szCs w:val="40"/>
        </w:rPr>
        <w:t>Stand up, nice and strong</w:t>
      </w:r>
    </w:p>
    <w:p w:rsidR="00AA6129" w:rsidRPr="00EA711E" w:rsidRDefault="00AA6129" w:rsidP="00A25A1E">
      <w:pPr>
        <w:rPr>
          <w:b/>
          <w:bCs/>
          <w:sz w:val="40"/>
          <w:szCs w:val="40"/>
        </w:rPr>
      </w:pPr>
      <w:r w:rsidRPr="00EA711E">
        <w:rPr>
          <w:b/>
          <w:bCs/>
          <w:sz w:val="40"/>
          <w:szCs w:val="40"/>
        </w:rPr>
        <w:t>We’ll show you we’re never wrong</w:t>
      </w:r>
    </w:p>
    <w:p w:rsidR="00AA6129" w:rsidRPr="00EA711E" w:rsidRDefault="00AA6129" w:rsidP="00A25A1E">
      <w:pPr>
        <w:rPr>
          <w:b/>
          <w:bCs/>
          <w:sz w:val="40"/>
          <w:szCs w:val="40"/>
        </w:rPr>
      </w:pPr>
    </w:p>
    <w:p w:rsidR="00AA6129" w:rsidRPr="00EA711E" w:rsidRDefault="00AA6129" w:rsidP="00A25A1E">
      <w:pPr>
        <w:rPr>
          <w:b/>
          <w:bCs/>
          <w:sz w:val="40"/>
          <w:szCs w:val="40"/>
        </w:rPr>
      </w:pPr>
      <w:r w:rsidRPr="00EA711E">
        <w:rPr>
          <w:b/>
          <w:bCs/>
          <w:sz w:val="40"/>
          <w:szCs w:val="40"/>
        </w:rPr>
        <w:t>Listen to our freeman chant</w:t>
      </w:r>
    </w:p>
    <w:p w:rsidR="00AA6129" w:rsidRPr="00EA711E" w:rsidRDefault="00AA6129" w:rsidP="00A25A1E">
      <w:pPr>
        <w:rPr>
          <w:b/>
          <w:bCs/>
          <w:sz w:val="40"/>
          <w:szCs w:val="40"/>
        </w:rPr>
      </w:pPr>
      <w:r w:rsidRPr="00EA711E">
        <w:rPr>
          <w:b/>
          <w:bCs/>
          <w:sz w:val="40"/>
          <w:szCs w:val="40"/>
        </w:rPr>
        <w:t>We don’t ever say w</w:t>
      </w:r>
      <w:r>
        <w:rPr>
          <w:b/>
          <w:bCs/>
          <w:sz w:val="40"/>
          <w:szCs w:val="40"/>
        </w:rPr>
        <w:t>e</w:t>
      </w:r>
      <w:r w:rsidRPr="00EA711E">
        <w:rPr>
          <w:b/>
          <w:bCs/>
          <w:sz w:val="40"/>
          <w:szCs w:val="40"/>
        </w:rPr>
        <w:t xml:space="preserve"> can’t</w:t>
      </w:r>
    </w:p>
    <w:p w:rsidR="00AA6129" w:rsidRPr="00EA711E" w:rsidRDefault="00AA6129" w:rsidP="00A25A1E">
      <w:pPr>
        <w:rPr>
          <w:b/>
          <w:bCs/>
          <w:sz w:val="40"/>
          <w:szCs w:val="40"/>
        </w:rPr>
      </w:pPr>
      <w:r w:rsidRPr="00EA711E">
        <w:rPr>
          <w:b/>
          <w:bCs/>
          <w:sz w:val="40"/>
          <w:szCs w:val="40"/>
        </w:rPr>
        <w:br/>
        <w:t>Mighty mighty FREEMAN, mighty mighty Go!</w:t>
      </w:r>
    </w:p>
    <w:p w:rsidR="00AA6129" w:rsidRPr="00EA711E" w:rsidRDefault="00AA6129" w:rsidP="00A25A1E">
      <w:pPr>
        <w:rPr>
          <w:b/>
          <w:bCs/>
          <w:sz w:val="40"/>
          <w:szCs w:val="40"/>
        </w:rPr>
      </w:pPr>
      <w:r w:rsidRPr="00EA711E">
        <w:rPr>
          <w:b/>
          <w:bCs/>
          <w:sz w:val="40"/>
          <w:szCs w:val="40"/>
        </w:rPr>
        <w:t>Mighty mighty Freeman, mighty mighty Go!</w:t>
      </w:r>
    </w:p>
    <w:p w:rsidR="00AA6129" w:rsidRPr="00EA711E" w:rsidRDefault="00AA6129" w:rsidP="00EA711E">
      <w:pPr>
        <w:rPr>
          <w:b/>
          <w:bCs/>
          <w:sz w:val="40"/>
          <w:szCs w:val="40"/>
        </w:rPr>
      </w:pPr>
      <w:r w:rsidRPr="00EA711E">
        <w:rPr>
          <w:b/>
          <w:bCs/>
          <w:sz w:val="40"/>
          <w:szCs w:val="40"/>
        </w:rPr>
        <w:t>Mighty mighty Freeman, mighty mighty Go!</w:t>
      </w:r>
    </w:p>
    <w:p w:rsidR="00AA6129" w:rsidRPr="00EA711E" w:rsidRDefault="00AA6129" w:rsidP="00A25A1E">
      <w:pPr>
        <w:rPr>
          <w:b/>
          <w:bCs/>
          <w:sz w:val="40"/>
          <w:szCs w:val="40"/>
        </w:rPr>
      </w:pPr>
    </w:p>
    <w:p w:rsidR="00AA6129" w:rsidRDefault="00AA6129">
      <w:r>
        <w:br w:type="page"/>
      </w:r>
    </w:p>
    <w:p w:rsidR="00AA6129" w:rsidRPr="00EA711E" w:rsidRDefault="00AA6129" w:rsidP="00A25A1E">
      <w:pPr>
        <w:rPr>
          <w:color w:val="FF0000"/>
          <w:sz w:val="40"/>
          <w:szCs w:val="40"/>
        </w:rPr>
      </w:pPr>
      <w:r w:rsidRPr="00EA711E">
        <w:rPr>
          <w:color w:val="FF0000"/>
          <w:sz w:val="40"/>
          <w:szCs w:val="40"/>
        </w:rPr>
        <w:t>Red team</w:t>
      </w:r>
    </w:p>
    <w:p w:rsidR="00AA6129" w:rsidRDefault="00AA6129" w:rsidP="00A25A1E">
      <w:pPr>
        <w:rPr>
          <w:sz w:val="40"/>
          <w:szCs w:val="40"/>
        </w:rPr>
      </w:pPr>
    </w:p>
    <w:p w:rsidR="00AA6129" w:rsidRPr="00EA711E" w:rsidRDefault="00AA6129" w:rsidP="00A25A1E">
      <w:pPr>
        <w:rPr>
          <w:sz w:val="40"/>
          <w:szCs w:val="40"/>
        </w:rPr>
      </w:pPr>
      <w:r w:rsidRPr="00EA711E">
        <w:rPr>
          <w:sz w:val="40"/>
          <w:szCs w:val="40"/>
        </w:rPr>
        <w:t>Roycroft is the best</w:t>
      </w:r>
    </w:p>
    <w:p w:rsidR="00AA6129" w:rsidRPr="00EA711E" w:rsidRDefault="00AA6129" w:rsidP="00A25A1E">
      <w:pPr>
        <w:rPr>
          <w:sz w:val="40"/>
          <w:szCs w:val="40"/>
        </w:rPr>
      </w:pPr>
      <w:r w:rsidRPr="00EA711E">
        <w:rPr>
          <w:sz w:val="40"/>
          <w:szCs w:val="40"/>
        </w:rPr>
        <w:t>We’re unforgettable</w:t>
      </w:r>
    </w:p>
    <w:p w:rsidR="00AA6129" w:rsidRPr="00EA711E" w:rsidRDefault="00AA6129" w:rsidP="00A25A1E">
      <w:pPr>
        <w:rPr>
          <w:sz w:val="40"/>
          <w:szCs w:val="40"/>
        </w:rPr>
      </w:pPr>
    </w:p>
    <w:p w:rsidR="00AA6129" w:rsidRPr="00EA711E" w:rsidRDefault="00AA6129" w:rsidP="00A25A1E">
      <w:pPr>
        <w:rPr>
          <w:sz w:val="40"/>
          <w:szCs w:val="40"/>
        </w:rPr>
      </w:pPr>
      <w:r w:rsidRPr="00EA711E">
        <w:rPr>
          <w:sz w:val="40"/>
          <w:szCs w:val="40"/>
        </w:rPr>
        <w:t xml:space="preserve">We have the power </w:t>
      </w:r>
    </w:p>
    <w:p w:rsidR="00AA6129" w:rsidRPr="00EA711E" w:rsidRDefault="00AA6129" w:rsidP="00A25A1E">
      <w:pPr>
        <w:rPr>
          <w:sz w:val="40"/>
          <w:szCs w:val="40"/>
        </w:rPr>
      </w:pPr>
      <w:r w:rsidRPr="00EA711E">
        <w:rPr>
          <w:sz w:val="40"/>
          <w:szCs w:val="40"/>
        </w:rPr>
        <w:t>And we are fair</w:t>
      </w:r>
    </w:p>
    <w:p w:rsidR="00AA6129" w:rsidRPr="00EA711E" w:rsidRDefault="00AA6129" w:rsidP="00A25A1E">
      <w:pPr>
        <w:rPr>
          <w:sz w:val="40"/>
          <w:szCs w:val="40"/>
        </w:rPr>
      </w:pPr>
    </w:p>
    <w:p w:rsidR="00AA6129" w:rsidRPr="00EA711E" w:rsidRDefault="00AA6129" w:rsidP="00A25A1E">
      <w:pPr>
        <w:rPr>
          <w:sz w:val="40"/>
          <w:szCs w:val="40"/>
        </w:rPr>
      </w:pPr>
      <w:r w:rsidRPr="00EA711E">
        <w:rPr>
          <w:sz w:val="40"/>
          <w:szCs w:val="40"/>
        </w:rPr>
        <w:t>We won’t bend down, break our backs</w:t>
      </w:r>
    </w:p>
    <w:p w:rsidR="00AA6129" w:rsidRPr="00EA711E" w:rsidRDefault="00AA6129" w:rsidP="00A25A1E">
      <w:pPr>
        <w:rPr>
          <w:sz w:val="40"/>
          <w:szCs w:val="40"/>
        </w:rPr>
      </w:pPr>
      <w:r w:rsidRPr="00EA711E">
        <w:rPr>
          <w:sz w:val="40"/>
          <w:szCs w:val="40"/>
        </w:rPr>
        <w:t>We’ll stand up straight to fight together</w:t>
      </w:r>
    </w:p>
    <w:p w:rsidR="00AA6129" w:rsidRPr="00EA711E" w:rsidRDefault="00AA6129" w:rsidP="00A25A1E">
      <w:pPr>
        <w:rPr>
          <w:sz w:val="40"/>
          <w:szCs w:val="40"/>
        </w:rPr>
      </w:pPr>
    </w:p>
    <w:p w:rsidR="00AA6129" w:rsidRPr="00EA711E" w:rsidRDefault="00AA6129" w:rsidP="00A25A1E">
      <w:pPr>
        <w:rPr>
          <w:sz w:val="40"/>
          <w:szCs w:val="40"/>
        </w:rPr>
      </w:pPr>
      <w:r w:rsidRPr="00EA711E">
        <w:rPr>
          <w:sz w:val="40"/>
          <w:szCs w:val="40"/>
        </w:rPr>
        <w:t>Red Roycroft</w:t>
      </w:r>
    </w:p>
    <w:p w:rsidR="00AA6129" w:rsidRPr="00EA711E" w:rsidRDefault="00AA6129" w:rsidP="00A25A1E">
      <w:pPr>
        <w:rPr>
          <w:sz w:val="40"/>
          <w:szCs w:val="40"/>
        </w:rPr>
      </w:pPr>
      <w:r w:rsidRPr="00EA711E">
        <w:rPr>
          <w:sz w:val="40"/>
          <w:szCs w:val="40"/>
        </w:rPr>
        <w:t>We are so fast, you will never see us pass</w:t>
      </w:r>
    </w:p>
    <w:p w:rsidR="00AA6129" w:rsidRPr="00EA711E" w:rsidRDefault="00AA6129" w:rsidP="00A25A1E">
      <w:pPr>
        <w:rPr>
          <w:sz w:val="40"/>
          <w:szCs w:val="40"/>
        </w:rPr>
      </w:pPr>
    </w:p>
    <w:p w:rsidR="00AA6129" w:rsidRPr="00EA711E" w:rsidRDefault="00AA6129" w:rsidP="00A25A1E">
      <w:pPr>
        <w:rPr>
          <w:sz w:val="40"/>
          <w:szCs w:val="40"/>
        </w:rPr>
      </w:pPr>
      <w:r w:rsidRPr="00EA711E">
        <w:rPr>
          <w:sz w:val="40"/>
          <w:szCs w:val="40"/>
        </w:rPr>
        <w:t>Zooming and booming ahead we go</w:t>
      </w:r>
    </w:p>
    <w:p w:rsidR="00AA6129" w:rsidRPr="00EA711E" w:rsidRDefault="00AA6129" w:rsidP="00A25A1E">
      <w:pPr>
        <w:rPr>
          <w:sz w:val="40"/>
          <w:szCs w:val="40"/>
        </w:rPr>
      </w:pPr>
      <w:r w:rsidRPr="00EA711E">
        <w:rPr>
          <w:sz w:val="40"/>
          <w:szCs w:val="40"/>
        </w:rPr>
        <w:t>The rest look like they just got out of bed</w:t>
      </w:r>
    </w:p>
    <w:p w:rsidR="00AA6129" w:rsidRPr="00EA711E" w:rsidRDefault="00AA6129" w:rsidP="00A25A1E">
      <w:pPr>
        <w:rPr>
          <w:sz w:val="40"/>
          <w:szCs w:val="40"/>
        </w:rPr>
      </w:pPr>
    </w:p>
    <w:p w:rsidR="00AA6129" w:rsidRPr="00EA711E" w:rsidRDefault="00AA6129" w:rsidP="00A25A1E">
      <w:pPr>
        <w:rPr>
          <w:sz w:val="40"/>
          <w:szCs w:val="40"/>
        </w:rPr>
      </w:pPr>
      <w:r w:rsidRPr="00EA711E">
        <w:rPr>
          <w:sz w:val="40"/>
          <w:szCs w:val="40"/>
        </w:rPr>
        <w:t>Hey hey Roycroft</w:t>
      </w:r>
    </w:p>
    <w:p w:rsidR="00AA6129" w:rsidRDefault="00AA6129" w:rsidP="00A25A1E">
      <w:pPr>
        <w:rPr>
          <w:sz w:val="40"/>
          <w:szCs w:val="40"/>
        </w:rPr>
      </w:pPr>
      <w:r w:rsidRPr="00EA711E">
        <w:rPr>
          <w:sz w:val="40"/>
          <w:szCs w:val="40"/>
        </w:rPr>
        <w:t>Ooh ahh Roycroft</w:t>
      </w:r>
    </w:p>
    <w:p w:rsidR="00AA6129" w:rsidRDefault="00AA6129" w:rsidP="00A25A1E">
      <w:pPr>
        <w:rPr>
          <w:sz w:val="40"/>
          <w:szCs w:val="40"/>
        </w:rPr>
      </w:pPr>
    </w:p>
    <w:p w:rsidR="00AA6129" w:rsidRDefault="00AA6129" w:rsidP="00A25A1E">
      <w:pPr>
        <w:rPr>
          <w:sz w:val="40"/>
          <w:szCs w:val="40"/>
        </w:rPr>
      </w:pPr>
    </w:p>
    <w:p w:rsidR="00AA6129" w:rsidRDefault="00AA6129" w:rsidP="00A25A1E">
      <w:pPr>
        <w:rPr>
          <w:sz w:val="40"/>
          <w:szCs w:val="40"/>
        </w:rPr>
      </w:pPr>
    </w:p>
    <w:p w:rsidR="00AA6129" w:rsidRDefault="00AA6129" w:rsidP="00A25A1E">
      <w:pPr>
        <w:rPr>
          <w:sz w:val="40"/>
          <w:szCs w:val="40"/>
        </w:rPr>
      </w:pPr>
    </w:p>
    <w:p w:rsidR="00AA6129" w:rsidRDefault="00AA6129" w:rsidP="00A25A1E">
      <w:pPr>
        <w:rPr>
          <w:sz w:val="40"/>
          <w:szCs w:val="40"/>
        </w:rPr>
      </w:pPr>
    </w:p>
    <w:p w:rsidR="00AA6129" w:rsidRDefault="00AA6129" w:rsidP="00A25A1E">
      <w:pPr>
        <w:rPr>
          <w:sz w:val="40"/>
          <w:szCs w:val="40"/>
        </w:rPr>
      </w:pPr>
    </w:p>
    <w:p w:rsidR="00AA6129" w:rsidRDefault="00AA6129" w:rsidP="00A25A1E">
      <w:pPr>
        <w:rPr>
          <w:sz w:val="40"/>
          <w:szCs w:val="40"/>
        </w:rPr>
      </w:pPr>
    </w:p>
    <w:p w:rsidR="00AA6129" w:rsidRDefault="00AA6129" w:rsidP="00A25A1E">
      <w:pPr>
        <w:rPr>
          <w:sz w:val="40"/>
          <w:szCs w:val="40"/>
        </w:rPr>
      </w:pPr>
    </w:p>
    <w:p w:rsidR="00AA6129" w:rsidRDefault="00AA6129" w:rsidP="00A25A1E">
      <w:pPr>
        <w:rPr>
          <w:sz w:val="40"/>
          <w:szCs w:val="40"/>
        </w:rPr>
      </w:pPr>
    </w:p>
    <w:p w:rsidR="00AA6129" w:rsidRDefault="00AA6129" w:rsidP="00A25A1E">
      <w:pPr>
        <w:rPr>
          <w:sz w:val="40"/>
          <w:szCs w:val="40"/>
        </w:rPr>
      </w:pPr>
    </w:p>
    <w:p w:rsidR="00AA6129" w:rsidRPr="00277023" w:rsidRDefault="00AA6129" w:rsidP="00A25A1E">
      <w:pPr>
        <w:rPr>
          <w:color w:val="0070C0"/>
          <w:sz w:val="40"/>
          <w:szCs w:val="40"/>
        </w:rPr>
      </w:pPr>
      <w:r w:rsidRPr="00277023">
        <w:rPr>
          <w:color w:val="0070C0"/>
          <w:sz w:val="40"/>
          <w:szCs w:val="40"/>
        </w:rPr>
        <w:t>Blue team</w:t>
      </w:r>
    </w:p>
    <w:p w:rsidR="00AA6129" w:rsidRDefault="00AA6129" w:rsidP="00A25A1E">
      <w:pPr>
        <w:rPr>
          <w:sz w:val="40"/>
          <w:szCs w:val="40"/>
        </w:rPr>
      </w:pPr>
    </w:p>
    <w:p w:rsidR="00AA6129" w:rsidRDefault="00AA6129" w:rsidP="00A25A1E">
      <w:pPr>
        <w:rPr>
          <w:sz w:val="40"/>
          <w:szCs w:val="40"/>
        </w:rPr>
      </w:pPr>
      <w:r>
        <w:rPr>
          <w:sz w:val="40"/>
          <w:szCs w:val="40"/>
        </w:rPr>
        <w:t>Blue will, blue will</w:t>
      </w:r>
    </w:p>
    <w:p w:rsidR="00AA6129" w:rsidRDefault="00AA6129" w:rsidP="00A25A1E">
      <w:pPr>
        <w:rPr>
          <w:sz w:val="40"/>
          <w:szCs w:val="40"/>
        </w:rPr>
      </w:pPr>
      <w:r>
        <w:rPr>
          <w:sz w:val="40"/>
          <w:szCs w:val="40"/>
        </w:rPr>
        <w:t>Beat you.</w:t>
      </w:r>
    </w:p>
    <w:p w:rsidR="00AA6129" w:rsidRDefault="00AA6129" w:rsidP="00A25A1E">
      <w:pPr>
        <w:rPr>
          <w:sz w:val="40"/>
          <w:szCs w:val="40"/>
        </w:rPr>
      </w:pPr>
    </w:p>
    <w:p w:rsidR="00AA6129" w:rsidRDefault="00AA6129" w:rsidP="00A25A1E">
      <w:pPr>
        <w:rPr>
          <w:sz w:val="40"/>
          <w:szCs w:val="40"/>
        </w:rPr>
      </w:pPr>
      <w:r>
        <w:rPr>
          <w:sz w:val="40"/>
          <w:szCs w:val="40"/>
        </w:rPr>
        <w:t>Blue will, blue will</w:t>
      </w:r>
    </w:p>
    <w:p w:rsidR="00AA6129" w:rsidRDefault="00AA6129" w:rsidP="00A25A1E">
      <w:pPr>
        <w:rPr>
          <w:sz w:val="40"/>
          <w:szCs w:val="40"/>
        </w:rPr>
      </w:pPr>
      <w:r>
        <w:rPr>
          <w:sz w:val="40"/>
          <w:szCs w:val="40"/>
        </w:rPr>
        <w:t>Beat you.</w:t>
      </w:r>
    </w:p>
    <w:p w:rsidR="00AA6129" w:rsidRDefault="00AA6129" w:rsidP="00A25A1E">
      <w:pPr>
        <w:rPr>
          <w:sz w:val="40"/>
          <w:szCs w:val="40"/>
        </w:rPr>
      </w:pPr>
    </w:p>
    <w:p w:rsidR="00AA6129" w:rsidRDefault="00AA6129" w:rsidP="00A25A1E">
      <w:pPr>
        <w:rPr>
          <w:sz w:val="40"/>
          <w:szCs w:val="40"/>
        </w:rPr>
      </w:pPr>
      <w:r>
        <w:rPr>
          <w:sz w:val="40"/>
          <w:szCs w:val="40"/>
        </w:rPr>
        <w:t>We’ve got blue on our face</w:t>
      </w:r>
    </w:p>
    <w:p w:rsidR="00AA6129" w:rsidRDefault="00AA6129" w:rsidP="00A25A1E">
      <w:pPr>
        <w:rPr>
          <w:sz w:val="40"/>
          <w:szCs w:val="40"/>
        </w:rPr>
      </w:pPr>
      <w:r>
        <w:rPr>
          <w:sz w:val="40"/>
          <w:szCs w:val="40"/>
        </w:rPr>
        <w:t>We’re gonna win the race</w:t>
      </w:r>
    </w:p>
    <w:p w:rsidR="00AA6129" w:rsidRDefault="00AA6129" w:rsidP="00A25A1E">
      <w:pPr>
        <w:rPr>
          <w:sz w:val="40"/>
          <w:szCs w:val="40"/>
        </w:rPr>
      </w:pPr>
    </w:p>
    <w:p w:rsidR="00AA6129" w:rsidRDefault="00AA6129" w:rsidP="00A25A1E">
      <w:pPr>
        <w:rPr>
          <w:sz w:val="40"/>
          <w:szCs w:val="40"/>
        </w:rPr>
      </w:pPr>
      <w:r>
        <w:rPr>
          <w:sz w:val="40"/>
          <w:szCs w:val="40"/>
        </w:rPr>
        <w:t>We are blue</w:t>
      </w:r>
    </w:p>
    <w:p w:rsidR="00AA6129" w:rsidRDefault="00AA6129" w:rsidP="00A25A1E">
      <w:pPr>
        <w:rPr>
          <w:sz w:val="40"/>
          <w:szCs w:val="40"/>
        </w:rPr>
      </w:pPr>
      <w:r>
        <w:rPr>
          <w:sz w:val="40"/>
          <w:szCs w:val="40"/>
        </w:rPr>
        <w:t>We stick with our crew</w:t>
      </w:r>
    </w:p>
    <w:p w:rsidR="00AA6129" w:rsidRDefault="00AA6129" w:rsidP="00A25A1E">
      <w:pPr>
        <w:rPr>
          <w:sz w:val="40"/>
          <w:szCs w:val="40"/>
        </w:rPr>
      </w:pPr>
      <w:r>
        <w:rPr>
          <w:sz w:val="40"/>
          <w:szCs w:val="40"/>
        </w:rPr>
        <w:t>And that’s the true</w:t>
      </w:r>
    </w:p>
    <w:p w:rsidR="00AA6129" w:rsidRDefault="00AA6129" w:rsidP="00A25A1E">
      <w:pPr>
        <w:rPr>
          <w:sz w:val="40"/>
          <w:szCs w:val="40"/>
        </w:rPr>
      </w:pPr>
      <w:r>
        <w:rPr>
          <w:sz w:val="40"/>
          <w:szCs w:val="40"/>
        </w:rPr>
        <w:t>In case you never knew.</w:t>
      </w:r>
    </w:p>
    <w:p w:rsidR="00AA6129" w:rsidRPr="00EA711E" w:rsidRDefault="00AA6129" w:rsidP="00A25A1E">
      <w:pPr>
        <w:rPr>
          <w:sz w:val="40"/>
          <w:szCs w:val="40"/>
        </w:rPr>
      </w:pPr>
    </w:p>
    <w:sectPr w:rsidR="00AA6129" w:rsidRPr="00EA711E" w:rsidSect="002902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2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711E"/>
    <w:rsid w:val="00003613"/>
    <w:rsid w:val="000D2125"/>
    <w:rsid w:val="00277023"/>
    <w:rsid w:val="00290213"/>
    <w:rsid w:val="009F55E9"/>
    <w:rsid w:val="00A25A1E"/>
    <w:rsid w:val="00AA6129"/>
    <w:rsid w:val="00B01C0F"/>
    <w:rsid w:val="00B23BB1"/>
    <w:rsid w:val="00EA711E"/>
    <w:rsid w:val="00FC7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213"/>
    <w:rPr>
      <w:rFonts w:cs="Calibri"/>
      <w:lang w:val="en-A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4</Pages>
  <Words>187</Words>
  <Characters>1068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STRICKLAND TEAM SONG</dc:title>
  <dc:subject/>
  <dc:creator>Education</dc:creator>
  <cp:keywords/>
  <dc:description/>
  <cp:lastModifiedBy>Lucy</cp:lastModifiedBy>
  <cp:revision>2</cp:revision>
  <cp:lastPrinted>2011-03-25T04:34:00Z</cp:lastPrinted>
  <dcterms:created xsi:type="dcterms:W3CDTF">2011-03-25T04:34:00Z</dcterms:created>
  <dcterms:modified xsi:type="dcterms:W3CDTF">2011-03-25T04:34:00Z</dcterms:modified>
</cp:coreProperties>
</file>